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CDC3C" w14:textId="77777777" w:rsidR="00A30F9B" w:rsidRDefault="00A30F9B" w:rsidP="00A30F9B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528992DB" w14:textId="77777777" w:rsidR="00A30F9B" w:rsidRPr="00F205D6" w:rsidRDefault="00A30F9B" w:rsidP="00A30F9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2D3CA15" w14:textId="77777777" w:rsidR="00A30F9B" w:rsidRPr="0027219F" w:rsidRDefault="00A30F9B" w:rsidP="00A30F9B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1FC3809" w14:textId="77777777" w:rsidR="00A30F9B" w:rsidRPr="0027219F" w:rsidRDefault="00A30F9B" w:rsidP="00A30F9B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3FE71CA" w14:textId="77777777" w:rsidR="00A30F9B" w:rsidRPr="0027219F" w:rsidRDefault="00A30F9B" w:rsidP="00A30F9B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23600590" w14:textId="08B7FCDB" w:rsidR="00A30F9B" w:rsidRDefault="00A30F9B" w:rsidP="00A30F9B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6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7</w:t>
      </w:r>
    </w:p>
    <w:p w14:paraId="5693C9B2" w14:textId="77777777" w:rsidR="004A3971" w:rsidRDefault="004A397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0B7853" w14:textId="0A616CB3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2737D2" w14:textId="77777777" w:rsidTr="526C6154">
        <w:tc>
          <w:tcPr>
            <w:tcW w:w="2694" w:type="dxa"/>
            <w:vAlign w:val="center"/>
          </w:tcPr>
          <w:p w14:paraId="7113CA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4827AF" w14:textId="7797E484" w:rsidR="0085747A" w:rsidRPr="006A358E" w:rsidRDefault="002673CD" w:rsidP="526C615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526C6154">
              <w:rPr>
                <w:rFonts w:ascii="Corbel" w:hAnsi="Corbel"/>
                <w:sz w:val="24"/>
                <w:szCs w:val="24"/>
              </w:rPr>
              <w:t>Zagadnienia partycypacji społecznej</w:t>
            </w:r>
            <w:r w:rsidR="30B86556" w:rsidRPr="526C6154">
              <w:rPr>
                <w:rFonts w:ascii="Corbel" w:hAnsi="Corbel"/>
                <w:sz w:val="24"/>
                <w:szCs w:val="24"/>
              </w:rPr>
              <w:t xml:space="preserve"> [BN]</w:t>
            </w:r>
          </w:p>
        </w:tc>
      </w:tr>
      <w:tr w:rsidR="0085747A" w:rsidRPr="009C54AE" w14:paraId="2CD6B1D4" w14:textId="77777777" w:rsidTr="526C6154">
        <w:tc>
          <w:tcPr>
            <w:tcW w:w="2694" w:type="dxa"/>
            <w:vAlign w:val="center"/>
          </w:tcPr>
          <w:p w14:paraId="319545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9A69B9" w14:textId="77777777" w:rsidR="0085747A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A2SO10</w:t>
            </w:r>
          </w:p>
        </w:tc>
      </w:tr>
      <w:tr w:rsidR="0085747A" w:rsidRPr="009C54AE" w14:paraId="264E3302" w14:textId="77777777" w:rsidTr="526C6154">
        <w:tc>
          <w:tcPr>
            <w:tcW w:w="2694" w:type="dxa"/>
            <w:vAlign w:val="center"/>
          </w:tcPr>
          <w:p w14:paraId="4370E0C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6B955F" w14:textId="7BDADD89" w:rsidR="0085747A" w:rsidRPr="009C54AE" w:rsidRDefault="00A30F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48D67499" w14:textId="77777777" w:rsidTr="526C6154">
        <w:tc>
          <w:tcPr>
            <w:tcW w:w="2694" w:type="dxa"/>
            <w:vAlign w:val="center"/>
          </w:tcPr>
          <w:p w14:paraId="2107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4D76E1" w14:textId="2BE121CF" w:rsidR="0085747A" w:rsidRPr="009C54AE" w:rsidRDefault="00F009ED" w:rsidP="526C6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0D7E0714" w14:textId="77777777" w:rsidTr="526C6154">
        <w:tc>
          <w:tcPr>
            <w:tcW w:w="2694" w:type="dxa"/>
            <w:vAlign w:val="center"/>
          </w:tcPr>
          <w:p w14:paraId="6643E9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C22C0" w14:textId="77777777" w:rsidR="0085747A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1BE780D" w14:textId="77777777" w:rsidTr="526C6154">
        <w:tc>
          <w:tcPr>
            <w:tcW w:w="2694" w:type="dxa"/>
            <w:vAlign w:val="center"/>
          </w:tcPr>
          <w:p w14:paraId="36E250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2D73C1" w14:textId="40564AE4" w:rsidR="0085747A" w:rsidRPr="009C54AE" w:rsidRDefault="437633CA" w:rsidP="526C6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6C6154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61F533CB" w14:textId="77777777" w:rsidTr="526C6154">
        <w:tc>
          <w:tcPr>
            <w:tcW w:w="2694" w:type="dxa"/>
            <w:vAlign w:val="center"/>
          </w:tcPr>
          <w:p w14:paraId="231042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CFF4F5" w14:textId="77777777" w:rsidR="0085747A" w:rsidRPr="009C54AE" w:rsidRDefault="002673CD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11BA0FB" w14:textId="77777777" w:rsidTr="526C6154">
        <w:tc>
          <w:tcPr>
            <w:tcW w:w="2694" w:type="dxa"/>
            <w:vAlign w:val="center"/>
          </w:tcPr>
          <w:p w14:paraId="16D0D5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ACB7FF" w14:textId="77777777" w:rsidR="0085747A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CA2F2D" w14:textId="77777777" w:rsidTr="526C6154">
        <w:tc>
          <w:tcPr>
            <w:tcW w:w="2694" w:type="dxa"/>
            <w:vAlign w:val="center"/>
          </w:tcPr>
          <w:p w14:paraId="2BFB93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64D848" w14:textId="7203848C" w:rsidR="0085747A" w:rsidRPr="009C54AE" w:rsidRDefault="004B0E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 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 xml:space="preserve">/semestr </w:t>
            </w:r>
            <w:r w:rsidR="00F40C8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11C29D88" w14:textId="77777777" w:rsidTr="526C6154">
        <w:tc>
          <w:tcPr>
            <w:tcW w:w="2694" w:type="dxa"/>
            <w:vAlign w:val="center"/>
          </w:tcPr>
          <w:p w14:paraId="7780B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DD8EF9" w14:textId="10943C9D" w:rsidR="0085747A" w:rsidRPr="009C54AE" w:rsidRDefault="65DAAC70" w:rsidP="526C6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6C6154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988FF13" w14:textId="77777777" w:rsidTr="526C6154">
        <w:tc>
          <w:tcPr>
            <w:tcW w:w="2694" w:type="dxa"/>
            <w:vAlign w:val="center"/>
          </w:tcPr>
          <w:p w14:paraId="7222314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C9B748" w14:textId="77777777" w:rsidR="00923D7D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419835" w14:textId="77777777" w:rsidTr="526C6154">
        <w:tc>
          <w:tcPr>
            <w:tcW w:w="2694" w:type="dxa"/>
            <w:vAlign w:val="center"/>
          </w:tcPr>
          <w:p w14:paraId="47AE6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74F0AB" w14:textId="095C00F7" w:rsidR="0085747A" w:rsidRPr="009C54AE" w:rsidRDefault="00F205D6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D75AA4" w:rsidRPr="009C54AE" w14:paraId="61597D59" w14:textId="77777777" w:rsidTr="526C6154">
        <w:tc>
          <w:tcPr>
            <w:tcW w:w="2694" w:type="dxa"/>
            <w:vAlign w:val="center"/>
          </w:tcPr>
          <w:p w14:paraId="3478D2B1" w14:textId="77777777" w:rsidR="00D75AA4" w:rsidRPr="009C54AE" w:rsidRDefault="00D75AA4" w:rsidP="00D75A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3794F0" w14:textId="247B878E" w:rsidR="00D75AA4" w:rsidRPr="009C54AE" w:rsidRDefault="00F205D6" w:rsidP="00D75A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75AA4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412AA815" w14:textId="77777777" w:rsidR="0085747A" w:rsidRDefault="0085747A" w:rsidP="00F205D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38E5BC" w14:textId="77777777" w:rsidR="00F205D6" w:rsidRPr="009C54AE" w:rsidRDefault="00F205D6" w:rsidP="00F205D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EC9CA9" w14:textId="68D24CD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F205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42F1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025A1311" w14:textId="77777777" w:rsidTr="00F205D6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7A0C" w14:textId="77777777" w:rsidR="00015B8F" w:rsidRDefault="00015B8F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AE1520" w14:textId="77777777" w:rsidR="00015B8F" w:rsidRPr="009C54AE" w:rsidRDefault="002B5EA0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1C5A" w14:textId="77777777" w:rsidR="00015B8F" w:rsidRPr="009C54AE" w:rsidRDefault="6AD4F244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26C6154">
              <w:rPr>
                <w:rFonts w:ascii="Corbel" w:hAnsi="Corbel"/>
              </w:rPr>
              <w:t>Wykł</w:t>
            </w:r>
            <w:proofErr w:type="spellEnd"/>
            <w:r w:rsidRPr="526C615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9D95" w14:textId="77777777" w:rsidR="00015B8F" w:rsidRPr="009C54AE" w:rsidRDefault="00015B8F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44C1" w14:textId="77777777" w:rsidR="00015B8F" w:rsidRPr="009C54AE" w:rsidRDefault="6AD4F244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26C6154">
              <w:rPr>
                <w:rFonts w:ascii="Corbel" w:hAnsi="Corbel"/>
              </w:rPr>
              <w:t>Konw</w:t>
            </w:r>
            <w:proofErr w:type="spellEnd"/>
            <w:r w:rsidRPr="526C615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81F8" w14:textId="77777777" w:rsidR="00015B8F" w:rsidRPr="009C54AE" w:rsidRDefault="00015B8F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E979" w14:textId="77777777" w:rsidR="00015B8F" w:rsidRPr="009C54AE" w:rsidRDefault="6AD4F244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26C6154">
              <w:rPr>
                <w:rFonts w:ascii="Corbel" w:hAnsi="Corbel"/>
              </w:rPr>
              <w:t>Sem</w:t>
            </w:r>
            <w:proofErr w:type="spellEnd"/>
            <w:r w:rsidRPr="526C615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B3D3" w14:textId="77777777" w:rsidR="00015B8F" w:rsidRPr="009C54AE" w:rsidRDefault="00015B8F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7A302" w14:textId="77777777" w:rsidR="00015B8F" w:rsidRPr="009C54AE" w:rsidRDefault="6AD4F244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26C6154">
              <w:rPr>
                <w:rFonts w:ascii="Corbel" w:hAnsi="Corbel"/>
              </w:rPr>
              <w:t>Prakt</w:t>
            </w:r>
            <w:proofErr w:type="spellEnd"/>
            <w:r w:rsidRPr="526C615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5938" w14:textId="77777777" w:rsidR="00015B8F" w:rsidRPr="009C54AE" w:rsidRDefault="00015B8F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9CD8" w14:textId="77777777" w:rsidR="00015B8F" w:rsidRPr="009C54AE" w:rsidRDefault="00015B8F" w:rsidP="00F205D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3BE5D2" w14:textId="77777777" w:rsidTr="00F205D6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2BBF" w14:textId="167EFD00" w:rsidR="00015B8F" w:rsidRPr="009C54AE" w:rsidRDefault="00F40C8C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1D8C" w14:textId="77777777" w:rsidR="00015B8F" w:rsidRPr="009C54AE" w:rsidRDefault="002673CD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6C61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688F" w14:textId="77777777" w:rsidR="00015B8F" w:rsidRPr="009C54AE" w:rsidRDefault="002673CD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6C61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3AF2" w14:textId="77777777" w:rsidR="00015B8F" w:rsidRPr="009C54AE" w:rsidRDefault="00015B8F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3FA4" w14:textId="77777777" w:rsidR="00015B8F" w:rsidRPr="009C54AE" w:rsidRDefault="00015B8F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3571" w14:textId="77777777" w:rsidR="00015B8F" w:rsidRPr="009C54AE" w:rsidRDefault="00015B8F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919" w14:textId="77777777" w:rsidR="00015B8F" w:rsidRPr="009C54AE" w:rsidRDefault="00015B8F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C740" w14:textId="77777777" w:rsidR="00015B8F" w:rsidRPr="009C54AE" w:rsidRDefault="00015B8F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9CB1" w14:textId="77777777" w:rsidR="00015B8F" w:rsidRPr="009C54AE" w:rsidRDefault="00015B8F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2637" w14:textId="77777777" w:rsidR="00015B8F" w:rsidRPr="009C54AE" w:rsidRDefault="002673CD" w:rsidP="00F205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6C615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EC7AF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C8222B" w14:textId="77777777" w:rsidR="00F205D6" w:rsidRPr="009C54AE" w:rsidRDefault="00F205D6" w:rsidP="00F205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2AD3AB28" w14:textId="77777777" w:rsidR="00F205D6" w:rsidRPr="009C54AE" w:rsidRDefault="00F205D6" w:rsidP="00F205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559E7B7" w14:textId="77777777" w:rsidR="00F205D6" w:rsidRPr="009C54AE" w:rsidRDefault="00F205D6" w:rsidP="00F205D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7A4C8C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Pr="26233451">
        <w:rPr>
          <w:rFonts w:ascii="Corbel" w:hAnsi="Corbel"/>
          <w:b w:val="0"/>
          <w:smallCaps w:val="0"/>
        </w:rPr>
        <w:t xml:space="preserve">zajęcia w formie tradycyjnej </w:t>
      </w:r>
    </w:p>
    <w:p w14:paraId="351B0437" w14:textId="77777777" w:rsidR="00F205D6" w:rsidRPr="009C54AE" w:rsidRDefault="00F205D6" w:rsidP="00F205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7D7650" w14:textId="77777777" w:rsidR="00F205D6" w:rsidRPr="009C54AE" w:rsidRDefault="00F205D6" w:rsidP="00F205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30CE14" w14:textId="77777777" w:rsidR="00F205D6" w:rsidRPr="009C54AE" w:rsidRDefault="00F205D6" w:rsidP="00F205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8A2C5A9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58A2C5A9">
        <w:rPr>
          <w:rFonts w:ascii="Corbel" w:hAnsi="Corbel"/>
          <w:smallCaps w:val="0"/>
        </w:rPr>
        <w:t xml:space="preserve"> Forma zaliczenia przedmiotu (z toku) </w:t>
      </w:r>
      <w:r w:rsidRPr="58A2C5A9">
        <w:rPr>
          <w:rFonts w:ascii="Corbel" w:hAnsi="Corbel"/>
          <w:b w:val="0"/>
          <w:smallCaps w:val="0"/>
        </w:rPr>
        <w:t>(egzamin, zaliczenie z oceną, zaliczenie bez oceny)</w:t>
      </w:r>
    </w:p>
    <w:p w14:paraId="5B5EA823" w14:textId="77777777" w:rsidR="00F205D6" w:rsidRPr="009C54AE" w:rsidRDefault="00F205D6" w:rsidP="00F205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9651C82" w14:textId="77777777" w:rsidR="00F205D6" w:rsidRPr="007A4C8C" w:rsidRDefault="00F205D6" w:rsidP="00F205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4C8C"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>e</w:t>
      </w:r>
      <w:r w:rsidRPr="007A4C8C">
        <w:rPr>
          <w:rFonts w:ascii="Corbel" w:hAnsi="Corbel"/>
          <w:b w:val="0"/>
          <w:smallCaps w:val="0"/>
          <w:szCs w:val="24"/>
        </w:rPr>
        <w:t>gzamin</w:t>
      </w:r>
    </w:p>
    <w:p w14:paraId="1703803F" w14:textId="77777777" w:rsidR="00F205D6" w:rsidRPr="00CB4504" w:rsidRDefault="00F205D6" w:rsidP="00F205D6">
      <w:pPr>
        <w:spacing w:after="0" w:line="240" w:lineRule="auto"/>
        <w:ind w:left="709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Ćwiczenia</w:t>
      </w:r>
      <w:r w:rsidRPr="00CB4504">
        <w:rPr>
          <w:rFonts w:ascii="Corbel" w:eastAsia="Cambria" w:hAnsi="Corbel"/>
          <w:sz w:val="24"/>
          <w:szCs w:val="24"/>
        </w:rPr>
        <w:t>: zaliczenie z oceną</w:t>
      </w:r>
    </w:p>
    <w:p w14:paraId="7D3A82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AD203F" w14:textId="2D066941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26C6154">
        <w:rPr>
          <w:rFonts w:ascii="Corbel" w:hAnsi="Corbel"/>
        </w:rPr>
        <w:t>2.</w:t>
      </w:r>
      <w:r w:rsidR="00950F53">
        <w:rPr>
          <w:rFonts w:ascii="Corbel" w:hAnsi="Corbel"/>
        </w:rPr>
        <w:t xml:space="preserve"> </w:t>
      </w:r>
      <w:r w:rsidRPr="526C6154">
        <w:rPr>
          <w:rFonts w:ascii="Corbel" w:hAnsi="Corbel"/>
        </w:rPr>
        <w:t xml:space="preserve">Wymagania wstępne </w:t>
      </w:r>
    </w:p>
    <w:p w14:paraId="6F4CB26C" w14:textId="6948F13A" w:rsidR="526C6154" w:rsidRDefault="526C6154" w:rsidP="526C6154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029AA9EF" w14:textId="77777777" w:rsidTr="00950F53">
        <w:tc>
          <w:tcPr>
            <w:tcW w:w="9349" w:type="dxa"/>
          </w:tcPr>
          <w:p w14:paraId="34BAF01F" w14:textId="4619A28D" w:rsidR="0085747A" w:rsidRPr="009C54AE" w:rsidRDefault="14C1A335" w:rsidP="526C6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26C6154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6B56AC7" w:rsidRPr="526C6154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  <w:r w:rsidRPr="526C6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96D2CB2" w14:textId="175B06F8" w:rsidR="526C6154" w:rsidRDefault="526C6154">
      <w:r>
        <w:br w:type="page"/>
      </w:r>
    </w:p>
    <w:p w14:paraId="01F9AFD7" w14:textId="3956F28C" w:rsidR="0085747A" w:rsidRPr="00C05F44" w:rsidRDefault="0071620A" w:rsidP="526C6154">
      <w:pPr>
        <w:pStyle w:val="Punktygwne"/>
        <w:spacing w:before="0" w:after="0"/>
        <w:rPr>
          <w:rFonts w:ascii="Corbel" w:hAnsi="Corbel"/>
        </w:rPr>
      </w:pPr>
      <w:r w:rsidRPr="526C6154">
        <w:rPr>
          <w:rFonts w:ascii="Corbel" w:hAnsi="Corbel"/>
        </w:rPr>
        <w:lastRenderedPageBreak/>
        <w:t>3.</w:t>
      </w:r>
      <w:r w:rsidR="0085747A" w:rsidRPr="526C6154">
        <w:rPr>
          <w:rFonts w:ascii="Corbel" w:hAnsi="Corbel"/>
        </w:rPr>
        <w:t xml:space="preserve"> </w:t>
      </w:r>
      <w:r w:rsidR="00A84C85" w:rsidRPr="526C6154">
        <w:rPr>
          <w:rFonts w:ascii="Corbel" w:hAnsi="Corbel"/>
        </w:rPr>
        <w:t>cele, efekty uczenia się</w:t>
      </w:r>
      <w:r w:rsidR="0085747A" w:rsidRPr="526C6154">
        <w:rPr>
          <w:rFonts w:ascii="Corbel" w:hAnsi="Corbel"/>
        </w:rPr>
        <w:t>, treści Programowe i stosowane metody Dydaktyczne</w:t>
      </w:r>
    </w:p>
    <w:p w14:paraId="62DB701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8F6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CFCC51" w14:textId="77777777" w:rsidR="00F83B28" w:rsidRPr="00F205D6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7332" w:rsidRPr="009C54AE" w14:paraId="233F86FC" w14:textId="77777777" w:rsidTr="00617332">
        <w:tc>
          <w:tcPr>
            <w:tcW w:w="845" w:type="dxa"/>
            <w:vAlign w:val="center"/>
          </w:tcPr>
          <w:p w14:paraId="2EDE16B8" w14:textId="6F12FE49" w:rsidR="00617332" w:rsidRPr="009C54AE" w:rsidRDefault="00617332" w:rsidP="00F205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91A5BC6" w14:textId="77777777" w:rsidR="00617332" w:rsidRPr="00C51DDA" w:rsidRDefault="00617332" w:rsidP="00F20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>Celem zajęć jest zapoznanie studenta z problematyką udziału obywateli i ich zrzeszeń w publicznych procesach decyzyjnych.</w:t>
            </w:r>
          </w:p>
        </w:tc>
      </w:tr>
      <w:tr w:rsidR="00617332" w:rsidRPr="009C54AE" w14:paraId="2E2A6624" w14:textId="77777777" w:rsidTr="00617332">
        <w:tc>
          <w:tcPr>
            <w:tcW w:w="845" w:type="dxa"/>
            <w:vAlign w:val="center"/>
          </w:tcPr>
          <w:p w14:paraId="572A3308" w14:textId="65104FB6" w:rsidR="00617332" w:rsidRPr="009C54AE" w:rsidRDefault="00310FFD" w:rsidP="00F205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F4B0AC" w14:textId="77777777" w:rsidR="00617332" w:rsidRPr="00C51DDA" w:rsidRDefault="00617332" w:rsidP="00F20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 xml:space="preserve">Celem zajęć jest rozwinięcie wiedzy i umiejętności aktywnego uczestnictwa </w:t>
            </w:r>
            <w:r w:rsidRPr="00C51DDA">
              <w:rPr>
                <w:rFonts w:ascii="Corbel" w:hAnsi="Corbel"/>
                <w:b w:val="0"/>
                <w:sz w:val="24"/>
                <w:szCs w:val="24"/>
              </w:rPr>
              <w:br/>
              <w:t>w procesach zarządzania publicznego, w tym w skali lokalnej.</w:t>
            </w:r>
          </w:p>
        </w:tc>
      </w:tr>
      <w:tr w:rsidR="00617332" w:rsidRPr="009C54AE" w14:paraId="15578311" w14:textId="77777777" w:rsidTr="00617332">
        <w:tc>
          <w:tcPr>
            <w:tcW w:w="845" w:type="dxa"/>
            <w:vAlign w:val="center"/>
          </w:tcPr>
          <w:p w14:paraId="2B9D3AA3" w14:textId="44D897A6" w:rsidR="00617332" w:rsidRPr="009C54AE" w:rsidRDefault="00617332" w:rsidP="00F205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10F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9DF4499" w14:textId="77777777" w:rsidR="00617332" w:rsidRPr="00C51DDA" w:rsidRDefault="00617332" w:rsidP="00F20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>Celem zajęć jest podniesienie kompetencji społecznych studentów jako aktywnych uczestników życia organizacji społecznych.</w:t>
            </w:r>
          </w:p>
        </w:tc>
      </w:tr>
    </w:tbl>
    <w:p w14:paraId="594BE2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45618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3BAF9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D75AA4" w14:paraId="0372876D" w14:textId="77777777" w:rsidTr="00F205D6">
        <w:tc>
          <w:tcPr>
            <w:tcW w:w="1447" w:type="dxa"/>
            <w:vAlign w:val="center"/>
          </w:tcPr>
          <w:p w14:paraId="26FE5582" w14:textId="77777777" w:rsidR="0085747A" w:rsidRPr="00D75AA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AA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75AA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75AA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75A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06233073" w14:textId="77777777" w:rsidR="0085747A" w:rsidRPr="00D75A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AA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75AA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75AA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06658D" w14:textId="77777777" w:rsidR="0085747A" w:rsidRPr="00D75A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AA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75A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75AA4" w14:paraId="74F1D452" w14:textId="77777777" w:rsidTr="00F205D6">
        <w:tc>
          <w:tcPr>
            <w:tcW w:w="1447" w:type="dxa"/>
          </w:tcPr>
          <w:p w14:paraId="5BC212B9" w14:textId="46B219F3" w:rsidR="0085747A" w:rsidRPr="00F205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3F5530E7" w14:textId="77777777" w:rsidR="0085747A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</w:t>
            </w:r>
          </w:p>
        </w:tc>
        <w:tc>
          <w:tcPr>
            <w:tcW w:w="1865" w:type="dxa"/>
          </w:tcPr>
          <w:p w14:paraId="4241E4C3" w14:textId="77777777" w:rsidR="0085747A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K_W02</w:t>
            </w:r>
          </w:p>
        </w:tc>
      </w:tr>
      <w:tr w:rsidR="0085747A" w:rsidRPr="00D75AA4" w14:paraId="00BCD11D" w14:textId="77777777" w:rsidTr="00F205D6">
        <w:tc>
          <w:tcPr>
            <w:tcW w:w="1447" w:type="dxa"/>
          </w:tcPr>
          <w:p w14:paraId="7C6B3290" w14:textId="77777777" w:rsidR="0085747A" w:rsidRPr="00F205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77FCA5B" w14:textId="77777777" w:rsidR="0085747A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</w:tcPr>
          <w:p w14:paraId="3C82CB44" w14:textId="77777777" w:rsidR="0085747A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K_W03</w:t>
            </w:r>
          </w:p>
        </w:tc>
      </w:tr>
      <w:tr w:rsidR="005D25CD" w:rsidRPr="00D75AA4" w14:paraId="4D988AA9" w14:textId="77777777" w:rsidTr="00F205D6">
        <w:tc>
          <w:tcPr>
            <w:tcW w:w="1447" w:type="dxa"/>
          </w:tcPr>
          <w:p w14:paraId="66AEFE1B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625730F8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</w:tcPr>
          <w:p w14:paraId="45FE7342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K_W04</w:t>
            </w:r>
          </w:p>
        </w:tc>
      </w:tr>
      <w:tr w:rsidR="005D25CD" w:rsidRPr="00D75AA4" w14:paraId="76ED52FA" w14:textId="77777777" w:rsidTr="00F205D6">
        <w:tc>
          <w:tcPr>
            <w:tcW w:w="1447" w:type="dxa"/>
          </w:tcPr>
          <w:p w14:paraId="700C4D82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3066572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65" w:type="dxa"/>
          </w:tcPr>
          <w:p w14:paraId="476E8B93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K_U01</w:t>
            </w:r>
          </w:p>
        </w:tc>
      </w:tr>
      <w:tr w:rsidR="005D25CD" w:rsidRPr="00D75AA4" w14:paraId="09AA54E6" w14:textId="77777777" w:rsidTr="00F205D6">
        <w:tc>
          <w:tcPr>
            <w:tcW w:w="1447" w:type="dxa"/>
          </w:tcPr>
          <w:p w14:paraId="09953317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3BD5ACFB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</w:tcPr>
          <w:p w14:paraId="0F59F8CC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K_U03</w:t>
            </w:r>
          </w:p>
        </w:tc>
      </w:tr>
      <w:tr w:rsidR="005D25CD" w:rsidRPr="00D75AA4" w14:paraId="1CF0795C" w14:textId="77777777" w:rsidTr="00F205D6">
        <w:tc>
          <w:tcPr>
            <w:tcW w:w="1447" w:type="dxa"/>
          </w:tcPr>
          <w:p w14:paraId="6687A42A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7CB1CA54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</w:t>
            </w:r>
          </w:p>
        </w:tc>
        <w:tc>
          <w:tcPr>
            <w:tcW w:w="1865" w:type="dxa"/>
          </w:tcPr>
          <w:p w14:paraId="4BABE802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K_U04</w:t>
            </w:r>
          </w:p>
        </w:tc>
      </w:tr>
      <w:tr w:rsidR="005D25CD" w:rsidRPr="00D75AA4" w14:paraId="6A340F36" w14:textId="77777777" w:rsidTr="00F205D6">
        <w:tc>
          <w:tcPr>
            <w:tcW w:w="1447" w:type="dxa"/>
          </w:tcPr>
          <w:p w14:paraId="506C6FB9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208" w:type="dxa"/>
          </w:tcPr>
          <w:p w14:paraId="6B06F9FA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</w:tcPr>
          <w:p w14:paraId="05B0C9A2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K_U07</w:t>
            </w:r>
          </w:p>
        </w:tc>
      </w:tr>
      <w:tr w:rsidR="005D25CD" w:rsidRPr="00D75AA4" w14:paraId="3234E881" w14:textId="77777777" w:rsidTr="00F205D6">
        <w:tc>
          <w:tcPr>
            <w:tcW w:w="1447" w:type="dxa"/>
          </w:tcPr>
          <w:p w14:paraId="6A386FC5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</w:tcPr>
          <w:p w14:paraId="1224BAA7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gotowy samodzielnie i krytycznie uzupełniać wiedzę, w tym również na gruncie interdyscyplinarnym.</w:t>
            </w:r>
          </w:p>
        </w:tc>
        <w:tc>
          <w:tcPr>
            <w:tcW w:w="1865" w:type="dxa"/>
          </w:tcPr>
          <w:p w14:paraId="2619433B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K_K01</w:t>
            </w:r>
          </w:p>
        </w:tc>
      </w:tr>
      <w:tr w:rsidR="005D25CD" w:rsidRPr="00D75AA4" w14:paraId="354F8565" w14:textId="77777777" w:rsidTr="00F205D6">
        <w:tc>
          <w:tcPr>
            <w:tcW w:w="1447" w:type="dxa"/>
          </w:tcPr>
          <w:p w14:paraId="32C86DF0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8" w:type="dxa"/>
          </w:tcPr>
          <w:p w14:paraId="4E2E5831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</w:tcPr>
          <w:p w14:paraId="62FA3EFE" w14:textId="77777777" w:rsidR="005D25CD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K_K03</w:t>
            </w:r>
          </w:p>
        </w:tc>
      </w:tr>
      <w:tr w:rsidR="0085747A" w:rsidRPr="00D75AA4" w14:paraId="40D96E2B" w14:textId="77777777" w:rsidTr="00F205D6">
        <w:tc>
          <w:tcPr>
            <w:tcW w:w="1447" w:type="dxa"/>
          </w:tcPr>
          <w:p w14:paraId="46BD357A" w14:textId="77777777" w:rsidR="0085747A" w:rsidRPr="00F205D6" w:rsidRDefault="0085747A" w:rsidP="005D25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D25CD" w:rsidRPr="00F205D6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208" w:type="dxa"/>
          </w:tcPr>
          <w:p w14:paraId="63B97597" w14:textId="77777777" w:rsidR="0085747A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świadomość doniosłości zachowania się w sposób profesjonalny i etyczny, identyfikuje i rozwiązuje dylematy moralne związane ze stosowaniem prawa</w:t>
            </w:r>
          </w:p>
        </w:tc>
        <w:tc>
          <w:tcPr>
            <w:tcW w:w="1865" w:type="dxa"/>
          </w:tcPr>
          <w:p w14:paraId="5CE10DC0" w14:textId="77777777" w:rsidR="0085747A" w:rsidRPr="00F205D6" w:rsidRDefault="005D25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color w:val="000000"/>
                <w:szCs w:val="24"/>
              </w:rPr>
              <w:t>K_K06</w:t>
            </w:r>
          </w:p>
        </w:tc>
      </w:tr>
    </w:tbl>
    <w:p w14:paraId="5D8E56FF" w14:textId="14561FDA" w:rsidR="526C6154" w:rsidRDefault="526C6154" w:rsidP="00F205D6">
      <w:pPr>
        <w:pStyle w:val="Akapitzlist"/>
        <w:spacing w:after="0" w:line="240" w:lineRule="auto"/>
        <w:ind w:left="426"/>
        <w:contextualSpacing w:val="0"/>
        <w:rPr>
          <w:rFonts w:ascii="Corbel" w:hAnsi="Corbel"/>
          <w:b/>
          <w:bCs/>
          <w:sz w:val="24"/>
          <w:szCs w:val="24"/>
        </w:rPr>
      </w:pPr>
    </w:p>
    <w:p w14:paraId="70644547" w14:textId="27A5A3E4" w:rsidR="0085747A" w:rsidRDefault="00675843" w:rsidP="00F205D6">
      <w:pPr>
        <w:pStyle w:val="Akapitzlist"/>
        <w:spacing w:after="0" w:line="240" w:lineRule="auto"/>
        <w:ind w:left="426"/>
        <w:contextualSpacing w:val="0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50F53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27C7005" w14:textId="77777777" w:rsidR="00F205D6" w:rsidRPr="009C54AE" w:rsidRDefault="00F205D6" w:rsidP="00F205D6">
      <w:pPr>
        <w:pStyle w:val="Akapitzlist"/>
        <w:spacing w:after="0" w:line="240" w:lineRule="auto"/>
        <w:ind w:left="426"/>
        <w:contextualSpacing w:val="0"/>
        <w:rPr>
          <w:rFonts w:ascii="Corbel" w:hAnsi="Corbel"/>
          <w:b/>
          <w:sz w:val="24"/>
          <w:szCs w:val="24"/>
        </w:rPr>
      </w:pPr>
    </w:p>
    <w:p w14:paraId="51C2B6F1" w14:textId="77777777" w:rsidR="0085747A" w:rsidRPr="009C54AE" w:rsidRDefault="0085747A" w:rsidP="00950F53">
      <w:pPr>
        <w:pStyle w:val="Akapitzlist"/>
        <w:numPr>
          <w:ilvl w:val="0"/>
          <w:numId w:val="1"/>
        </w:numPr>
        <w:spacing w:after="0" w:line="240" w:lineRule="auto"/>
        <w:ind w:left="1276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F12906" w14:textId="77777777" w:rsidR="00675843" w:rsidRPr="009C54AE" w:rsidRDefault="00675843" w:rsidP="00F205D6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0B99" w:rsidRPr="009C54AE" w14:paraId="32D604BD" w14:textId="77777777" w:rsidTr="00F205D6">
        <w:trPr>
          <w:trHeight w:val="283"/>
        </w:trPr>
        <w:tc>
          <w:tcPr>
            <w:tcW w:w="9520" w:type="dxa"/>
            <w:vAlign w:val="center"/>
          </w:tcPr>
          <w:p w14:paraId="43125F12" w14:textId="77777777" w:rsidR="00110B99" w:rsidRPr="00950F53" w:rsidRDefault="00110B99" w:rsidP="00F205D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0" w:name="_Hlk177642752"/>
            <w:r w:rsidRPr="00950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10B99" w:rsidRPr="009C54AE" w14:paraId="7C91808E" w14:textId="77777777" w:rsidTr="00F205D6">
        <w:trPr>
          <w:trHeight w:val="283"/>
        </w:trPr>
        <w:tc>
          <w:tcPr>
            <w:tcW w:w="9520" w:type="dxa"/>
            <w:vAlign w:val="center"/>
          </w:tcPr>
          <w:p w14:paraId="5780A046" w14:textId="0CF1946A" w:rsidR="00110B99" w:rsidRPr="00F205D6" w:rsidRDefault="004F4C86" w:rsidP="00F20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 xml:space="preserve">Ustrojowa zasada społeczeństwa obywatelskiego. </w:t>
            </w:r>
          </w:p>
        </w:tc>
      </w:tr>
      <w:tr w:rsidR="00110B99" w:rsidRPr="009C54AE" w14:paraId="48AF6DA4" w14:textId="77777777" w:rsidTr="00F205D6">
        <w:trPr>
          <w:trHeight w:val="283"/>
        </w:trPr>
        <w:tc>
          <w:tcPr>
            <w:tcW w:w="9520" w:type="dxa"/>
            <w:vAlign w:val="center"/>
          </w:tcPr>
          <w:p w14:paraId="74FDD3B3" w14:textId="567F593E" w:rsidR="00110B99" w:rsidRPr="00F205D6" w:rsidRDefault="00110B99" w:rsidP="00F20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Pojęcie partycypacji politycznej, publicznej i społecznej oraz ich determinanty (ideologiczne, polityczne, ustrojowe).</w:t>
            </w:r>
          </w:p>
        </w:tc>
      </w:tr>
      <w:tr w:rsidR="00110B99" w:rsidRPr="009C54AE" w14:paraId="2863D027" w14:textId="77777777" w:rsidTr="00F205D6">
        <w:trPr>
          <w:trHeight w:val="283"/>
        </w:trPr>
        <w:tc>
          <w:tcPr>
            <w:tcW w:w="9520" w:type="dxa"/>
            <w:vAlign w:val="center"/>
          </w:tcPr>
          <w:p w14:paraId="1FEB7E95" w14:textId="50434EEE" w:rsidR="00110B99" w:rsidRPr="00F205D6" w:rsidRDefault="00110B99" w:rsidP="00F20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Akty prawa międzynarodowego a partycypacja.</w:t>
            </w:r>
          </w:p>
        </w:tc>
      </w:tr>
      <w:tr w:rsidR="00110B99" w:rsidRPr="009C54AE" w14:paraId="4DFB7ADB" w14:textId="77777777" w:rsidTr="00F205D6">
        <w:trPr>
          <w:trHeight w:val="283"/>
        </w:trPr>
        <w:tc>
          <w:tcPr>
            <w:tcW w:w="9520" w:type="dxa"/>
            <w:vAlign w:val="center"/>
          </w:tcPr>
          <w:p w14:paraId="18354096" w14:textId="76E9092F" w:rsidR="00110B99" w:rsidRPr="00F205D6" w:rsidRDefault="00110B99" w:rsidP="00F20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Instrumenty prawne partycypacji społecznej w Polsce.</w:t>
            </w:r>
          </w:p>
        </w:tc>
      </w:tr>
      <w:tr w:rsidR="00110B99" w:rsidRPr="009C54AE" w14:paraId="2BC521CA" w14:textId="77777777" w:rsidTr="00F205D6">
        <w:trPr>
          <w:trHeight w:val="283"/>
        </w:trPr>
        <w:tc>
          <w:tcPr>
            <w:tcW w:w="9520" w:type="dxa"/>
            <w:vAlign w:val="center"/>
          </w:tcPr>
          <w:p w14:paraId="43A4FE86" w14:textId="7D8DBA22" w:rsidR="00110B99" w:rsidRPr="00F205D6" w:rsidRDefault="00110B99" w:rsidP="00F20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 xml:space="preserve">Procesy decyzyjne w administracji publicznej. Partycypacja w decydowaniu. </w:t>
            </w:r>
            <w:r w:rsidR="00F205D6">
              <w:rPr>
                <w:rFonts w:ascii="Corbel" w:hAnsi="Corbel"/>
                <w:sz w:val="24"/>
                <w:szCs w:val="24"/>
              </w:rPr>
              <w:br/>
            </w:r>
            <w:r w:rsidRPr="00F205D6">
              <w:rPr>
                <w:rFonts w:ascii="Corbel" w:hAnsi="Corbel"/>
                <w:sz w:val="24"/>
                <w:szCs w:val="24"/>
              </w:rPr>
              <w:t>Podstawowe techniki partycypacyjne w procesach decyzyjnych organów administracji publicznej.</w:t>
            </w:r>
          </w:p>
        </w:tc>
      </w:tr>
      <w:tr w:rsidR="00784E84" w:rsidRPr="009C54AE" w14:paraId="1D9AEBB7" w14:textId="77777777" w:rsidTr="00F205D6">
        <w:trPr>
          <w:trHeight w:val="283"/>
        </w:trPr>
        <w:tc>
          <w:tcPr>
            <w:tcW w:w="9520" w:type="dxa"/>
            <w:vAlign w:val="center"/>
          </w:tcPr>
          <w:p w14:paraId="63B1230F" w14:textId="6500A000" w:rsidR="00784E84" w:rsidRPr="00F205D6" w:rsidRDefault="00784E84" w:rsidP="00F20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 xml:space="preserve">Organizacje pozarządowe jako podmioty partycypacji społecznej </w:t>
            </w:r>
            <w:r w:rsidR="00DC7348" w:rsidRPr="00F205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10B99" w:rsidRPr="009C54AE" w14:paraId="62E891A2" w14:textId="77777777" w:rsidTr="00F205D6">
        <w:trPr>
          <w:trHeight w:val="283"/>
        </w:trPr>
        <w:tc>
          <w:tcPr>
            <w:tcW w:w="9520" w:type="dxa"/>
            <w:vAlign w:val="center"/>
          </w:tcPr>
          <w:p w14:paraId="44AE0452" w14:textId="412AB56B" w:rsidR="00110B99" w:rsidRPr="00F205D6" w:rsidRDefault="00110B99" w:rsidP="00F20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Udział mieszkańców w zarządzaniu społecznością lokalną w Europie i Polsce</w:t>
            </w:r>
            <w:r w:rsidR="00F205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05D6">
              <w:rPr>
                <w:rFonts w:ascii="Corbel" w:hAnsi="Corbel"/>
                <w:sz w:val="24"/>
                <w:szCs w:val="24"/>
              </w:rPr>
              <w:t>– podstawy prawne i formy udziału.</w:t>
            </w:r>
          </w:p>
        </w:tc>
      </w:tr>
      <w:bookmarkEnd w:id="0"/>
    </w:tbl>
    <w:p w14:paraId="1D0A318D" w14:textId="77777777" w:rsidR="0085747A" w:rsidRPr="009C54AE" w:rsidRDefault="0085747A" w:rsidP="00F205D6">
      <w:pPr>
        <w:spacing w:after="0" w:line="240" w:lineRule="auto"/>
        <w:rPr>
          <w:rFonts w:ascii="Corbel" w:hAnsi="Corbel"/>
          <w:sz w:val="24"/>
          <w:szCs w:val="24"/>
        </w:rPr>
      </w:pPr>
    </w:p>
    <w:p w14:paraId="2B1BC2D1" w14:textId="1E7EA882" w:rsidR="0085747A" w:rsidRDefault="0085747A" w:rsidP="00950F53">
      <w:pPr>
        <w:pStyle w:val="Akapitzlist"/>
        <w:numPr>
          <w:ilvl w:val="0"/>
          <w:numId w:val="1"/>
        </w:numPr>
        <w:spacing w:after="0" w:line="240" w:lineRule="auto"/>
        <w:ind w:left="1276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0A84EDC7" w14:textId="77777777" w:rsidR="00F205D6" w:rsidRPr="009C54AE" w:rsidRDefault="00F205D6" w:rsidP="00F205D6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110B99" w:rsidRPr="009C54AE" w14:paraId="14791FB1" w14:textId="77777777" w:rsidTr="00F205D6">
        <w:trPr>
          <w:trHeight w:val="283"/>
        </w:trPr>
        <w:tc>
          <w:tcPr>
            <w:tcW w:w="9491" w:type="dxa"/>
            <w:vAlign w:val="center"/>
          </w:tcPr>
          <w:p w14:paraId="0D5BC3F4" w14:textId="77777777" w:rsidR="00110B99" w:rsidRPr="00950F53" w:rsidRDefault="00110B99" w:rsidP="00F205D6">
            <w:pPr>
              <w:pStyle w:val="Akapitzlist"/>
              <w:spacing w:after="0" w:line="240" w:lineRule="auto"/>
              <w:ind w:left="-45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50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10B99" w:rsidRPr="009C54AE" w14:paraId="6A1938C2" w14:textId="77777777" w:rsidTr="00F205D6">
        <w:trPr>
          <w:trHeight w:val="283"/>
        </w:trPr>
        <w:tc>
          <w:tcPr>
            <w:tcW w:w="9491" w:type="dxa"/>
            <w:vAlign w:val="center"/>
          </w:tcPr>
          <w:p w14:paraId="05C177AF" w14:textId="3F0D4F4E" w:rsidR="00110B99" w:rsidRPr="00F205D6" w:rsidRDefault="00110B99" w:rsidP="00F205D6">
            <w:pPr>
              <w:spacing w:after="0" w:line="240" w:lineRule="auto"/>
              <w:ind w:left="-31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Idea społeczeństwa obywatelskiego a partycypacja.</w:t>
            </w:r>
            <w:r w:rsidR="00784E84" w:rsidRPr="00F205D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F4C86" w:rsidRPr="009C54AE" w14:paraId="4DF94DF0" w14:textId="77777777" w:rsidTr="00F205D6">
        <w:trPr>
          <w:trHeight w:val="283"/>
        </w:trPr>
        <w:tc>
          <w:tcPr>
            <w:tcW w:w="9491" w:type="dxa"/>
            <w:vAlign w:val="center"/>
          </w:tcPr>
          <w:p w14:paraId="249046D0" w14:textId="7CA8323B" w:rsidR="004F4C86" w:rsidRPr="00F205D6" w:rsidRDefault="004F4C86" w:rsidP="00F205D6">
            <w:pPr>
              <w:spacing w:after="0" w:line="240" w:lineRule="auto"/>
              <w:ind w:left="-31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Pojęcie partycypacji politycznej, publicznej i społecznej.</w:t>
            </w:r>
          </w:p>
        </w:tc>
      </w:tr>
      <w:tr w:rsidR="00110B99" w:rsidRPr="009C54AE" w14:paraId="6436D798" w14:textId="77777777" w:rsidTr="00F205D6">
        <w:trPr>
          <w:trHeight w:val="283"/>
        </w:trPr>
        <w:tc>
          <w:tcPr>
            <w:tcW w:w="9491" w:type="dxa"/>
            <w:vAlign w:val="center"/>
          </w:tcPr>
          <w:p w14:paraId="0E260913" w14:textId="0BFB1D68" w:rsidR="00110B99" w:rsidRPr="00F205D6" w:rsidRDefault="00110B99" w:rsidP="00F205D6">
            <w:pPr>
              <w:spacing w:after="0" w:line="240" w:lineRule="auto"/>
              <w:ind w:left="-31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 xml:space="preserve">Problematyka zarządzania publicznego, dobra administracja, idea </w:t>
            </w:r>
            <w:proofErr w:type="spellStart"/>
            <w:r w:rsidRPr="00F205D6">
              <w:rPr>
                <w:rFonts w:ascii="Corbel" w:hAnsi="Corbel"/>
                <w:i/>
                <w:iCs/>
                <w:sz w:val="24"/>
                <w:szCs w:val="24"/>
              </w:rPr>
              <w:t>good</w:t>
            </w:r>
            <w:proofErr w:type="spellEnd"/>
            <w:r w:rsidRPr="00F205D6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205D6">
              <w:rPr>
                <w:rFonts w:ascii="Corbel" w:hAnsi="Corbel"/>
                <w:i/>
                <w:iCs/>
                <w:sz w:val="24"/>
                <w:szCs w:val="24"/>
              </w:rPr>
              <w:t>governance</w:t>
            </w:r>
            <w:proofErr w:type="spellEnd"/>
            <w:r w:rsidRPr="00F205D6">
              <w:rPr>
                <w:rFonts w:ascii="Corbel" w:hAnsi="Corbel"/>
                <w:sz w:val="24"/>
                <w:szCs w:val="24"/>
              </w:rPr>
              <w:t xml:space="preserve"> i ich znaczenie we współczesnym państwie prawa.</w:t>
            </w:r>
          </w:p>
        </w:tc>
      </w:tr>
      <w:tr w:rsidR="00784E84" w:rsidRPr="009C54AE" w14:paraId="1828FDA7" w14:textId="77777777" w:rsidTr="00F205D6">
        <w:trPr>
          <w:trHeight w:val="283"/>
        </w:trPr>
        <w:tc>
          <w:tcPr>
            <w:tcW w:w="9491" w:type="dxa"/>
            <w:vAlign w:val="center"/>
          </w:tcPr>
          <w:p w14:paraId="6F4DD673" w14:textId="1A212765" w:rsidR="00784E84" w:rsidRPr="00F205D6" w:rsidRDefault="004F4C86" w:rsidP="00F205D6">
            <w:pPr>
              <w:spacing w:after="0" w:line="240" w:lineRule="auto"/>
              <w:ind w:left="-31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Formy instytucjonalne partycypacji.</w:t>
            </w:r>
          </w:p>
        </w:tc>
      </w:tr>
      <w:tr w:rsidR="00784E84" w:rsidRPr="009C54AE" w14:paraId="367B5EB1" w14:textId="77777777" w:rsidTr="00F205D6">
        <w:trPr>
          <w:trHeight w:val="283"/>
        </w:trPr>
        <w:tc>
          <w:tcPr>
            <w:tcW w:w="9491" w:type="dxa"/>
            <w:vAlign w:val="center"/>
          </w:tcPr>
          <w:p w14:paraId="7AE17611" w14:textId="0819B9B6" w:rsidR="00784E84" w:rsidRPr="00F205D6" w:rsidRDefault="004F4C86" w:rsidP="00F205D6">
            <w:pPr>
              <w:spacing w:after="0" w:line="240" w:lineRule="auto"/>
              <w:ind w:left="-31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Formy proceduralne partycypacji.</w:t>
            </w:r>
          </w:p>
        </w:tc>
      </w:tr>
      <w:tr w:rsidR="004F4C86" w:rsidRPr="009C54AE" w14:paraId="50788AB1" w14:textId="77777777" w:rsidTr="00F205D6">
        <w:trPr>
          <w:trHeight w:val="283"/>
        </w:trPr>
        <w:tc>
          <w:tcPr>
            <w:tcW w:w="9491" w:type="dxa"/>
            <w:vAlign w:val="center"/>
          </w:tcPr>
          <w:p w14:paraId="5C62AC4A" w14:textId="64070E98" w:rsidR="004F4C86" w:rsidRPr="00F205D6" w:rsidRDefault="004F4C86" w:rsidP="00F205D6">
            <w:pPr>
              <w:spacing w:after="0" w:line="240" w:lineRule="auto"/>
              <w:ind w:left="-31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Organizacje pozarządowe jako podmioty partycypacji społecznej.</w:t>
            </w:r>
            <w:r w:rsidR="00DC7348" w:rsidRPr="00F205D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F4C86" w:rsidRPr="009C54AE" w14:paraId="057514FC" w14:textId="77777777" w:rsidTr="00F205D6">
        <w:trPr>
          <w:trHeight w:val="283"/>
        </w:trPr>
        <w:tc>
          <w:tcPr>
            <w:tcW w:w="9491" w:type="dxa"/>
          </w:tcPr>
          <w:p w14:paraId="45FFE806" w14:textId="6A0D233B" w:rsidR="004F4C86" w:rsidRPr="00F205D6" w:rsidRDefault="004F4C86" w:rsidP="00F205D6">
            <w:pPr>
              <w:spacing w:after="0" w:line="240" w:lineRule="auto"/>
              <w:ind w:left="-31"/>
              <w:jc w:val="both"/>
              <w:rPr>
                <w:rFonts w:ascii="Corbel" w:hAnsi="Corbel"/>
                <w:sz w:val="24"/>
                <w:szCs w:val="24"/>
              </w:rPr>
            </w:pPr>
            <w:r w:rsidRPr="00F205D6">
              <w:rPr>
                <w:rFonts w:ascii="Corbel" w:hAnsi="Corbel"/>
                <w:sz w:val="24"/>
                <w:szCs w:val="24"/>
              </w:rPr>
              <w:t>Udział mieszkańców w zarządzaniu społecznością lokalną w Polsce</w:t>
            </w:r>
            <w:r w:rsidR="009B041A" w:rsidRPr="00F205D6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F205D6">
              <w:rPr>
                <w:rFonts w:ascii="Corbel" w:hAnsi="Corbel"/>
                <w:sz w:val="24"/>
                <w:szCs w:val="24"/>
              </w:rPr>
              <w:t xml:space="preserve"> na wybranych przykładach</w:t>
            </w:r>
            <w:r w:rsidR="009B041A" w:rsidRPr="00F205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30DA8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3AC2153" w14:textId="7D5AE6CA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F205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875CB8" w14:textId="77777777" w:rsidR="0085747A" w:rsidRPr="009C54AE" w:rsidRDefault="0085747A" w:rsidP="00F205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CEA71" w14:textId="77777777" w:rsidR="0088227E" w:rsidRPr="0088227E" w:rsidRDefault="00153C41" w:rsidP="00F205D6">
      <w:pPr>
        <w:pStyle w:val="Punktygwne"/>
        <w:spacing w:before="0" w:after="0"/>
        <w:ind w:left="896"/>
        <w:jc w:val="both"/>
        <w:rPr>
          <w:rFonts w:ascii="Corbel" w:hAnsi="Corbel"/>
          <w:b w:val="0"/>
          <w:smallCaps w:val="0"/>
          <w:sz w:val="22"/>
        </w:rPr>
      </w:pPr>
      <w:r w:rsidRPr="0088227E">
        <w:rPr>
          <w:rFonts w:ascii="Corbel" w:hAnsi="Corbel"/>
          <w:b w:val="0"/>
          <w:smallCaps w:val="0"/>
          <w:sz w:val="22"/>
        </w:rPr>
        <w:t>W</w:t>
      </w:r>
      <w:r w:rsidR="0085747A" w:rsidRPr="0088227E">
        <w:rPr>
          <w:rFonts w:ascii="Corbel" w:hAnsi="Corbel"/>
          <w:b w:val="0"/>
          <w:smallCaps w:val="0"/>
          <w:sz w:val="22"/>
        </w:rPr>
        <w:t>ykład</w:t>
      </w:r>
      <w:r w:rsidRPr="0088227E">
        <w:rPr>
          <w:rFonts w:ascii="Corbel" w:hAnsi="Corbel"/>
          <w:b w:val="0"/>
          <w:smallCaps w:val="0"/>
          <w:sz w:val="22"/>
        </w:rPr>
        <w:t xml:space="preserve">: </w:t>
      </w:r>
      <w:r w:rsidR="0088227E" w:rsidRPr="0088227E">
        <w:rPr>
          <w:rFonts w:ascii="Corbel" w:hAnsi="Corbel"/>
          <w:b w:val="0"/>
          <w:smallCaps w:val="0"/>
          <w:sz w:val="22"/>
        </w:rPr>
        <w:t xml:space="preserve">wykład informacyjny, </w:t>
      </w:r>
      <w:r w:rsidRPr="0088227E">
        <w:rPr>
          <w:rFonts w:ascii="Corbel" w:hAnsi="Corbel"/>
          <w:b w:val="0"/>
          <w:smallCaps w:val="0"/>
          <w:sz w:val="22"/>
        </w:rPr>
        <w:t>wykład</w:t>
      </w:r>
      <w:r w:rsidR="0085747A" w:rsidRPr="0088227E">
        <w:rPr>
          <w:rFonts w:ascii="Corbel" w:hAnsi="Corbel"/>
          <w:b w:val="0"/>
          <w:smallCaps w:val="0"/>
          <w:sz w:val="22"/>
        </w:rPr>
        <w:t xml:space="preserve"> problemowy</w:t>
      </w:r>
      <w:r w:rsidR="00923D7D" w:rsidRPr="0088227E">
        <w:rPr>
          <w:rFonts w:ascii="Corbel" w:hAnsi="Corbel"/>
          <w:b w:val="0"/>
          <w:smallCaps w:val="0"/>
          <w:sz w:val="22"/>
        </w:rPr>
        <w:t xml:space="preserve">, </w:t>
      </w:r>
      <w:r w:rsidR="0085747A" w:rsidRPr="0088227E">
        <w:rPr>
          <w:rFonts w:ascii="Corbel" w:hAnsi="Corbel"/>
          <w:b w:val="0"/>
          <w:smallCaps w:val="0"/>
          <w:sz w:val="22"/>
        </w:rPr>
        <w:t>wykład z prezentacją multimedialną</w:t>
      </w:r>
    </w:p>
    <w:p w14:paraId="7DBAC498" w14:textId="2AD9E730" w:rsidR="0085747A" w:rsidRPr="00153C41" w:rsidRDefault="00153C41" w:rsidP="00F205D6">
      <w:pPr>
        <w:pStyle w:val="Punktygwne"/>
        <w:spacing w:before="0" w:after="0"/>
        <w:ind w:left="896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526C6154">
        <w:rPr>
          <w:rFonts w:ascii="Corbel" w:hAnsi="Corbel"/>
          <w:b w:val="0"/>
          <w:smallCaps w:val="0"/>
          <w:sz w:val="22"/>
        </w:rPr>
        <w:t xml:space="preserve">Ćwiczenia: </w:t>
      </w:r>
      <w:r w:rsidR="009F4610" w:rsidRPr="526C6154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526C6154">
        <w:rPr>
          <w:rFonts w:ascii="Corbel" w:hAnsi="Corbel"/>
          <w:b w:val="0"/>
          <w:smallCaps w:val="0"/>
          <w:sz w:val="22"/>
        </w:rPr>
        <w:t>tekstów z dyskusją,</w:t>
      </w:r>
      <w:r w:rsidR="0085747A" w:rsidRPr="526C6154">
        <w:rPr>
          <w:rFonts w:ascii="Corbel" w:hAnsi="Corbel"/>
          <w:b w:val="0"/>
          <w:smallCaps w:val="0"/>
          <w:sz w:val="22"/>
        </w:rPr>
        <w:t xml:space="preserve"> metoda projektów</w:t>
      </w:r>
      <w:r w:rsidR="00923D7D" w:rsidRPr="526C6154">
        <w:rPr>
          <w:rFonts w:ascii="Corbel" w:hAnsi="Corbel"/>
          <w:b w:val="0"/>
          <w:smallCaps w:val="0"/>
          <w:sz w:val="22"/>
        </w:rPr>
        <w:t xml:space="preserve"> </w:t>
      </w:r>
      <w:r w:rsidR="0085747A" w:rsidRPr="526C6154">
        <w:rPr>
          <w:rFonts w:ascii="Corbel" w:hAnsi="Corbel"/>
          <w:b w:val="0"/>
          <w:smallCaps w:val="0"/>
          <w:sz w:val="22"/>
        </w:rPr>
        <w:t>(projekt badawczy, praktyczny</w:t>
      </w:r>
      <w:r w:rsidR="0071620A" w:rsidRPr="526C6154">
        <w:rPr>
          <w:rFonts w:ascii="Corbel" w:hAnsi="Corbel"/>
          <w:b w:val="0"/>
          <w:smallCaps w:val="0"/>
          <w:sz w:val="22"/>
        </w:rPr>
        <w:t>),</w:t>
      </w:r>
      <w:r w:rsidR="001718A7" w:rsidRPr="526C6154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526C6154">
        <w:rPr>
          <w:rFonts w:ascii="Corbel" w:hAnsi="Corbel"/>
          <w:b w:val="0"/>
          <w:smallCaps w:val="0"/>
          <w:sz w:val="22"/>
        </w:rPr>
        <w:t>grupach</w:t>
      </w:r>
      <w:r w:rsidR="0071620A" w:rsidRPr="526C6154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526C6154">
        <w:rPr>
          <w:rFonts w:ascii="Corbel" w:hAnsi="Corbel"/>
          <w:b w:val="0"/>
          <w:smallCaps w:val="0"/>
          <w:sz w:val="22"/>
        </w:rPr>
        <w:t>rozwiązywanie zadań</w:t>
      </w:r>
      <w:r w:rsidR="0071620A" w:rsidRPr="526C6154">
        <w:rPr>
          <w:rFonts w:ascii="Corbel" w:hAnsi="Corbel"/>
          <w:b w:val="0"/>
          <w:smallCaps w:val="0"/>
          <w:sz w:val="22"/>
        </w:rPr>
        <w:t>,</w:t>
      </w:r>
      <w:r w:rsidR="0085747A" w:rsidRPr="526C6154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526C6154">
        <w:rPr>
          <w:rFonts w:ascii="Corbel" w:hAnsi="Corbel"/>
          <w:b w:val="0"/>
          <w:smallCaps w:val="0"/>
          <w:sz w:val="22"/>
        </w:rPr>
        <w:t>),</w:t>
      </w:r>
      <w:r w:rsidR="741415CD" w:rsidRPr="526C6154">
        <w:rPr>
          <w:rFonts w:ascii="Corbel" w:hAnsi="Corbel"/>
          <w:b w:val="0"/>
          <w:smallCaps w:val="0"/>
          <w:sz w:val="22"/>
        </w:rPr>
        <w:t xml:space="preserve"> </w:t>
      </w:r>
      <w:r w:rsidR="001718A7" w:rsidRPr="526C6154">
        <w:rPr>
          <w:rFonts w:ascii="Corbel" w:hAnsi="Corbel"/>
          <w:b w:val="0"/>
          <w:smallCaps w:val="0"/>
          <w:sz w:val="22"/>
        </w:rPr>
        <w:t>gry dydaktyczne</w:t>
      </w:r>
      <w:r w:rsidR="00BF2C41" w:rsidRPr="526C6154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</w:p>
    <w:p w14:paraId="0114E95E" w14:textId="77777777" w:rsidR="0085747A" w:rsidRPr="009C54AE" w:rsidRDefault="0085747A" w:rsidP="00F205D6">
      <w:pPr>
        <w:pStyle w:val="Punktygwne"/>
        <w:spacing w:before="0" w:after="0"/>
        <w:ind w:left="896"/>
        <w:rPr>
          <w:rFonts w:ascii="Corbel" w:hAnsi="Corbel"/>
          <w:b w:val="0"/>
          <w:smallCaps w:val="0"/>
          <w:szCs w:val="24"/>
        </w:rPr>
      </w:pPr>
    </w:p>
    <w:p w14:paraId="1A496F3A" w14:textId="77777777" w:rsidR="0085747A" w:rsidRPr="009C54AE" w:rsidRDefault="00C61DC5" w:rsidP="00F205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E3CC0C4" w14:textId="77777777" w:rsidR="00923D7D" w:rsidRPr="009C54AE" w:rsidRDefault="00923D7D" w:rsidP="00F205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BE320" w14:textId="77777777" w:rsidR="0085747A" w:rsidRPr="009C54AE" w:rsidRDefault="0085747A" w:rsidP="00F205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052280" w14:textId="77777777" w:rsidR="0085747A" w:rsidRPr="009C54AE" w:rsidRDefault="0085747A" w:rsidP="00F205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E742DC" w14:textId="77777777" w:rsidTr="00993363">
        <w:tc>
          <w:tcPr>
            <w:tcW w:w="1962" w:type="dxa"/>
            <w:vAlign w:val="center"/>
          </w:tcPr>
          <w:p w14:paraId="1A0938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EC79D92" w14:textId="77777777" w:rsidR="0085747A" w:rsidRPr="009C54AE" w:rsidRDefault="00F974DA" w:rsidP="00340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4DC4D" w14:textId="77777777" w:rsidR="0085747A" w:rsidRPr="009C54AE" w:rsidRDefault="009F4610" w:rsidP="00340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EB47654" w14:textId="23C21AC2" w:rsidR="00923D7D" w:rsidRPr="009C54AE" w:rsidRDefault="0085747A" w:rsidP="00340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C2C2DD7" w14:textId="77777777" w:rsidR="0085747A" w:rsidRPr="009C54AE" w:rsidRDefault="0085747A" w:rsidP="00340A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67E5EE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63FCBCC6" w14:textId="4BAD2923" w:rsidR="0085747A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1E2E360" w14:textId="77777777" w:rsidR="0085747A" w:rsidRPr="00993363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336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2839C5D9" w14:textId="77777777" w:rsidR="0085747A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993363" w:rsidRPr="009C54AE" w14:paraId="0F72B019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6BECBBF7" w14:textId="4D0FF456" w:rsidR="00993363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3F3F122" w14:textId="77777777" w:rsidR="00993363" w:rsidRPr="00993363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336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70768FAC" w14:textId="77777777" w:rsidR="00993363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993363" w:rsidRPr="009C54AE" w14:paraId="2694585C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3DDA773D" w14:textId="13718CFB" w:rsidR="00993363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11D35EE" w14:textId="77777777" w:rsidR="00993363" w:rsidRPr="00993363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336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58AAABF9" w14:textId="77777777" w:rsidR="00993363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993363" w:rsidRPr="009C54AE" w14:paraId="6546C1EF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240E8BC1" w14:textId="03CF9E8A" w:rsidR="00993363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5D1425C8" w14:textId="77777777" w:rsidR="00993363" w:rsidRPr="00993363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336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68FA4C1C" w14:textId="77777777" w:rsidR="00993363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993363" w:rsidRPr="009C54AE" w14:paraId="7BDFC3F7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668AE003" w14:textId="1416C90B" w:rsidR="00993363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8C0CC65" w14:textId="77777777" w:rsidR="00993363" w:rsidRPr="00993363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336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176E41D2" w14:textId="77777777" w:rsidR="00993363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993363" w:rsidRPr="009C54AE" w14:paraId="5AA50EE1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526DE127" w14:textId="2089317C" w:rsidR="00993363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5C6369E9" w14:textId="77777777" w:rsidR="00993363" w:rsidRPr="00993363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3363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6CE2FA31" w14:textId="77777777" w:rsidR="00993363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17332" w:rsidRPr="009C54AE" w14:paraId="118DC525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0938A8EE" w14:textId="7F5758BC" w:rsidR="00617332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5DB5681C" w14:textId="77777777" w:rsidR="00617332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Kolokwium/projekt</w:t>
            </w:r>
          </w:p>
        </w:tc>
        <w:tc>
          <w:tcPr>
            <w:tcW w:w="2117" w:type="dxa"/>
            <w:vAlign w:val="center"/>
          </w:tcPr>
          <w:p w14:paraId="1367D61D" w14:textId="77777777" w:rsidR="00617332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7332" w:rsidRPr="009C54AE" w14:paraId="5C66C129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06D0CF2C" w14:textId="344BBE48" w:rsidR="00617332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13A87D57" w14:textId="77777777" w:rsidR="00617332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17" w:type="dxa"/>
            <w:vAlign w:val="center"/>
          </w:tcPr>
          <w:p w14:paraId="41DD287B" w14:textId="77777777" w:rsidR="00617332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17332" w:rsidRPr="009C54AE" w14:paraId="031DFF75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6D0D30DC" w14:textId="2F8EA645" w:rsidR="00617332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2E186880" w14:textId="77777777" w:rsidR="00617332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796DC4A6" w14:textId="77777777" w:rsidR="00617332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7332" w:rsidRPr="009C54AE" w14:paraId="0AE20CD9" w14:textId="77777777" w:rsidTr="00F205D6">
        <w:trPr>
          <w:trHeight w:val="340"/>
        </w:trPr>
        <w:tc>
          <w:tcPr>
            <w:tcW w:w="1962" w:type="dxa"/>
            <w:vAlign w:val="center"/>
          </w:tcPr>
          <w:p w14:paraId="30DDD564" w14:textId="63AF4E72" w:rsidR="00617332" w:rsidRPr="00F205D6" w:rsidRDefault="00F205D6" w:rsidP="00F2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5D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49502569" w14:textId="77777777" w:rsidR="00617332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2B813F3" w14:textId="77777777" w:rsidR="00617332" w:rsidRPr="009C54AE" w:rsidRDefault="00993363" w:rsidP="00F20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D13A3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0719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92F1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557DD2" w14:textId="77777777" w:rsidTr="00923D7D">
        <w:tc>
          <w:tcPr>
            <w:tcW w:w="9670" w:type="dxa"/>
          </w:tcPr>
          <w:p w14:paraId="4F3EB31D" w14:textId="14CBF557" w:rsidR="00EE14DA" w:rsidRDefault="00EE14DA" w:rsidP="00F205D6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uczestnictwo w zajęciach oraz </w:t>
            </w:r>
            <w:r w:rsidR="00993363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</w:t>
            </w:r>
            <w:r w:rsidR="00D75AA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93363">
              <w:rPr>
                <w:rFonts w:ascii="Corbel" w:hAnsi="Corbel"/>
                <w:b w:val="0"/>
                <w:smallCaps w:val="0"/>
                <w:szCs w:val="24"/>
              </w:rPr>
              <w:t xml:space="preserve"> zaliczenia ćwiczeń, a także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złożenie końcowego egzaminu z oceną pozytywną.</w:t>
            </w:r>
          </w:p>
          <w:p w14:paraId="10CB3FA6" w14:textId="5C84F220" w:rsidR="0085747A" w:rsidRPr="009C54AE" w:rsidRDefault="00EE14DA" w:rsidP="00F205D6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 oceniania </w:t>
            </w:r>
            <w:r w:rsidR="00993363">
              <w:rPr>
                <w:rFonts w:ascii="Corbel" w:hAnsi="Corbel"/>
                <w:b w:val="0"/>
                <w:smallCaps w:val="0"/>
                <w:szCs w:val="24"/>
              </w:rPr>
              <w:t xml:space="preserve">przyjęte dla ćwiczeń i egzaminu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kształtują się w następujący sposób: osiągnięcie przez studenta założonych efektów uczenia się </w:t>
            </w:r>
            <w:r w:rsidR="00F205D6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poniżej 50% - ocena niedostateczna, </w:t>
            </w:r>
            <w:r w:rsidR="00F205D6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granicach 50-60%- dostateczny, </w:t>
            </w:r>
            <w:r w:rsidR="00F205D6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61-70% - dostateczny plus, </w:t>
            </w:r>
            <w:r w:rsidR="00F205D6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71-80 % - dobry, </w:t>
            </w:r>
            <w:r w:rsidR="00F205D6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81-90%-dobry plus, </w:t>
            </w:r>
            <w:r w:rsidR="00F205D6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powyżej 90% - ocena bardzo dobry.</w:t>
            </w:r>
          </w:p>
        </w:tc>
      </w:tr>
    </w:tbl>
    <w:p w14:paraId="4AC8DC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73C72" w14:textId="77777777" w:rsidR="00F205D6" w:rsidRDefault="00F205D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6B359A1" w14:textId="13143F25" w:rsidR="009F4610" w:rsidRPr="009C54AE" w:rsidRDefault="0085747A" w:rsidP="00950F53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8240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37902B" w14:textId="77777777" w:rsidTr="00F205D6">
        <w:tc>
          <w:tcPr>
            <w:tcW w:w="5132" w:type="dxa"/>
            <w:vAlign w:val="center"/>
          </w:tcPr>
          <w:p w14:paraId="14F3D4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9325D7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4E0063" w14:textId="77777777" w:rsidTr="00F205D6">
        <w:tc>
          <w:tcPr>
            <w:tcW w:w="5132" w:type="dxa"/>
          </w:tcPr>
          <w:p w14:paraId="0AA28C7A" w14:textId="7A88444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26C6154">
              <w:rPr>
                <w:rFonts w:ascii="Corbel" w:hAnsi="Corbel"/>
                <w:sz w:val="24"/>
                <w:szCs w:val="24"/>
              </w:rPr>
              <w:t>G</w:t>
            </w:r>
            <w:r w:rsidR="0085747A" w:rsidRPr="526C61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49384BBE" w:rsidRPr="526C6154">
              <w:rPr>
                <w:rFonts w:ascii="Corbel" w:hAnsi="Corbel"/>
                <w:sz w:val="24"/>
                <w:szCs w:val="24"/>
              </w:rPr>
              <w:t>z </w:t>
            </w:r>
            <w:r w:rsidR="4E03F9E7" w:rsidRPr="526C61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26C61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8F3E968" w14:textId="77777777" w:rsidR="0085747A" w:rsidRPr="009C54AE" w:rsidRDefault="00993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81BF7E0" w14:textId="77777777" w:rsidTr="00F205D6">
        <w:tc>
          <w:tcPr>
            <w:tcW w:w="5132" w:type="dxa"/>
          </w:tcPr>
          <w:p w14:paraId="2B71CC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9723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306043F6" w14:textId="77777777" w:rsidR="00C61DC5" w:rsidRPr="009C54AE" w:rsidRDefault="00993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AD88702" w14:textId="77777777" w:rsidTr="00F205D6">
        <w:tc>
          <w:tcPr>
            <w:tcW w:w="5132" w:type="dxa"/>
          </w:tcPr>
          <w:p w14:paraId="64013F7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EC92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4AC8E35" w14:textId="77777777" w:rsidR="00C61DC5" w:rsidRPr="009C54AE" w:rsidRDefault="00993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226D190" w14:textId="77777777" w:rsidTr="00F205D6">
        <w:trPr>
          <w:trHeight w:val="351"/>
        </w:trPr>
        <w:tc>
          <w:tcPr>
            <w:tcW w:w="5132" w:type="dxa"/>
          </w:tcPr>
          <w:p w14:paraId="7FC026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97FAD44" w14:textId="77777777" w:rsidR="0085747A" w:rsidRPr="009C54AE" w:rsidRDefault="00993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ABA2BA8" w14:textId="77777777" w:rsidTr="00F205D6">
        <w:trPr>
          <w:trHeight w:val="351"/>
        </w:trPr>
        <w:tc>
          <w:tcPr>
            <w:tcW w:w="5132" w:type="dxa"/>
          </w:tcPr>
          <w:p w14:paraId="26423C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60C8E41" w14:textId="77777777" w:rsidR="0085747A" w:rsidRPr="009C54AE" w:rsidRDefault="009933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298FEB" w14:textId="77777777" w:rsidR="0085747A" w:rsidRPr="009C54AE" w:rsidRDefault="00923D7D" w:rsidP="00F205D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82F39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3A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408E58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63C47DC4" w14:textId="77777777" w:rsidTr="00F205D6">
        <w:trPr>
          <w:trHeight w:val="397"/>
        </w:trPr>
        <w:tc>
          <w:tcPr>
            <w:tcW w:w="3856" w:type="dxa"/>
          </w:tcPr>
          <w:p w14:paraId="045AF3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3041B4DE" w14:textId="410267E4" w:rsidR="0085747A" w:rsidRPr="009C54AE" w:rsidRDefault="64EA8117" w:rsidP="526C6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26C615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6834B344" w14:textId="77777777" w:rsidTr="00F205D6">
        <w:trPr>
          <w:trHeight w:val="397"/>
        </w:trPr>
        <w:tc>
          <w:tcPr>
            <w:tcW w:w="3856" w:type="dxa"/>
          </w:tcPr>
          <w:p w14:paraId="0419AF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68643AE8" w14:textId="59B79818" w:rsidR="0085747A" w:rsidRPr="009C54AE" w:rsidRDefault="67F2A392" w:rsidP="526C6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26C615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8CE21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8EAB3C" w14:textId="77777777" w:rsidR="00F205D6" w:rsidRDefault="00F205D6" w:rsidP="00F205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C4BE5A0" w14:textId="77777777" w:rsidR="00F205D6" w:rsidRDefault="00F205D6" w:rsidP="00F205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205D6" w14:paraId="6335A4D4" w14:textId="77777777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1A3F" w14:textId="77777777" w:rsidR="00F205D6" w:rsidRDefault="00F205D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CBCA4AD" w14:textId="77777777" w:rsidR="00F205D6" w:rsidRDefault="00F205D6" w:rsidP="00F205D6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Olech (red.)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Partycypacja publiczna. O uczestnictwie obywateli w życiu wspólnoty lokalnej</w:t>
            </w:r>
            <w:r>
              <w:rPr>
                <w:rFonts w:ascii="Corbel" w:hAnsi="Corbel"/>
                <w:sz w:val="24"/>
                <w:szCs w:val="24"/>
              </w:rPr>
              <w:t>, Warszawa 2011,</w:t>
            </w:r>
          </w:p>
          <w:p w14:paraId="2C0646C2" w14:textId="77777777" w:rsidR="00F205D6" w:rsidRDefault="00F205D6" w:rsidP="00F205D6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Ostaszewski,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Partycypacja społeczna w procesie podejmowania rozstrzygnięć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>w administracji publicznej</w:t>
            </w:r>
            <w:r>
              <w:rPr>
                <w:rFonts w:ascii="Corbel" w:hAnsi="Corbel"/>
                <w:sz w:val="24"/>
                <w:szCs w:val="24"/>
              </w:rPr>
              <w:t>, Lublin 2013,</w:t>
            </w:r>
          </w:p>
          <w:p w14:paraId="07D54604" w14:textId="77777777" w:rsidR="00F205D6" w:rsidRDefault="00F205D6" w:rsidP="00F205D6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Przybylska, 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Giża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Partycypacja obywatelska. Od teorii do praktyki społecznej</w:t>
            </w:r>
            <w:r>
              <w:rPr>
                <w:rFonts w:ascii="Corbel" w:hAnsi="Corbel"/>
                <w:sz w:val="24"/>
                <w:szCs w:val="24"/>
              </w:rPr>
              <w:t>, Warszawa 2014,</w:t>
            </w:r>
          </w:p>
          <w:p w14:paraId="1BEBAA26" w14:textId="77777777" w:rsidR="00F205D6" w:rsidRDefault="00F205D6" w:rsidP="00F205D6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Gurdek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Partycypacja społeczna we współczesnym samorządzie terytorialnym</w:t>
            </w:r>
            <w:r>
              <w:rPr>
                <w:rFonts w:ascii="Corbel" w:hAnsi="Corbel"/>
                <w:sz w:val="24"/>
                <w:szCs w:val="24"/>
              </w:rPr>
              <w:t>, Sosnowiec 2016.</w:t>
            </w:r>
          </w:p>
          <w:p w14:paraId="3AEB2B1A" w14:textId="77777777" w:rsidR="00F205D6" w:rsidRDefault="00F205D6" w:rsidP="00F205D6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Augustyniak,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Partycypacja społeczna w samorządzie terytorialnym</w:t>
            </w:r>
            <w:r>
              <w:rPr>
                <w:rFonts w:ascii="Corbel" w:hAnsi="Corbel"/>
                <w:sz w:val="24"/>
                <w:szCs w:val="24"/>
              </w:rPr>
              <w:t>, Wolters Kluwer 2016,</w:t>
            </w:r>
          </w:p>
          <w:p w14:paraId="6AE1603B" w14:textId="77777777" w:rsidR="00F205D6" w:rsidRDefault="00F205D6" w:rsidP="00F205D6">
            <w:pPr>
              <w:pStyle w:val="Bezodstpw"/>
              <w:numPr>
                <w:ilvl w:val="0"/>
                <w:numId w:val="4"/>
              </w:numPr>
              <w:spacing w:before="120" w:after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Kusiak-Winter,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Partycypacja społeczna w prawie administracyjnym - wybrane zagadnienia na tle ustawodawstwa niemieckiego</w:t>
            </w:r>
            <w:r>
              <w:rPr>
                <w:rFonts w:ascii="Corbel" w:hAnsi="Corbel"/>
                <w:sz w:val="24"/>
                <w:szCs w:val="24"/>
              </w:rPr>
              <w:t>, Wrocław 2016</w:t>
            </w:r>
          </w:p>
        </w:tc>
      </w:tr>
      <w:tr w:rsidR="00F205D6" w14:paraId="06237DDF" w14:textId="77777777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3A5A" w14:textId="77777777" w:rsidR="00F205D6" w:rsidRDefault="00F205D6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628404B" w14:textId="77777777" w:rsidR="00F205D6" w:rsidRDefault="00F205D6" w:rsidP="00F205D6">
            <w:pPr>
              <w:pStyle w:val="Bezodstpw"/>
              <w:numPr>
                <w:ilvl w:val="0"/>
                <w:numId w:val="5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Habuda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Proces decyzyjny w administracji publicznej</w:t>
            </w:r>
            <w:r>
              <w:rPr>
                <w:rFonts w:ascii="Corbel" w:hAnsi="Corbel"/>
                <w:sz w:val="24"/>
                <w:szCs w:val="24"/>
              </w:rPr>
              <w:t>, Wrocław 2000,</w:t>
            </w:r>
          </w:p>
          <w:p w14:paraId="013786E5" w14:textId="77777777" w:rsidR="00F205D6" w:rsidRDefault="00F205D6" w:rsidP="00F205D6">
            <w:pPr>
              <w:pStyle w:val="Bezodstpw"/>
              <w:numPr>
                <w:ilvl w:val="0"/>
                <w:numId w:val="5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 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Bosiacki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H. Izdebski, 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Nielicki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I. Zachariasz,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Nowe zarządzanie publiczne i public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w Polsce i w Europie</w:t>
            </w:r>
            <w:r>
              <w:rPr>
                <w:rFonts w:ascii="Corbel" w:hAnsi="Corbel"/>
                <w:sz w:val="24"/>
                <w:szCs w:val="24"/>
              </w:rPr>
              <w:t xml:space="preserve">, Warszawa 2010, </w:t>
            </w:r>
          </w:p>
          <w:p w14:paraId="4A3EA63B" w14:textId="77777777" w:rsidR="00F205D6" w:rsidRDefault="00F205D6" w:rsidP="00F205D6">
            <w:pPr>
              <w:pStyle w:val="Bezodstpw"/>
              <w:numPr>
                <w:ilvl w:val="0"/>
                <w:numId w:val="5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Barczewska-Dziobek, </w:t>
            </w:r>
            <w:proofErr w:type="spellStart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Deliberatywne</w:t>
            </w:r>
            <w:proofErr w:type="spellEnd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metody podejmowania decyzji publicznych,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[w:] Struktury administracji publicznej: </w:t>
            </w:r>
            <w:r>
              <w:rPr>
                <w:rStyle w:val="f97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metody, ogniwa, więzi. T. 1 (red.) </w:t>
            </w: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Style w:val="f975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Mezglewski</w:t>
            </w:r>
            <w:proofErr w:type="spellEnd"/>
            <w:r>
              <w:rPr>
                <w:rStyle w:val="f975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Rzeszów 2016,</w:t>
            </w:r>
          </w:p>
          <w:p w14:paraId="607BF143" w14:textId="77777777" w:rsidR="00F205D6" w:rsidRDefault="00F205D6" w:rsidP="00F205D6">
            <w:pPr>
              <w:pStyle w:val="Bezodstpw"/>
              <w:numPr>
                <w:ilvl w:val="0"/>
                <w:numId w:val="5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A. Barczewska-Dziobek,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Organizacje pozarządowe jako podmioty partycypacji społecznej - zagadnienia wybrane,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[w:] </w:t>
            </w:r>
            <w:r>
              <w:rPr>
                <w:rFonts w:ascii="Corbel" w:hAnsi="Corbel"/>
                <w:sz w:val="24"/>
                <w:szCs w:val="24"/>
              </w:rPr>
              <w:t xml:space="preserve">Partycypacja społeczna w samorządzie terytorialnym, 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(red.) </w:t>
            </w:r>
            <w:r>
              <w:rPr>
                <w:rFonts w:ascii="Corbel" w:hAnsi="Corbel"/>
                <w:sz w:val="24"/>
                <w:szCs w:val="24"/>
              </w:rPr>
              <w:t>B. Dolnicki, Warszawa 2014.</w:t>
            </w:r>
          </w:p>
          <w:p w14:paraId="0DE375C1" w14:textId="77777777" w:rsidR="00F205D6" w:rsidRDefault="00F205D6" w:rsidP="00F205D6">
            <w:pPr>
              <w:pStyle w:val="Bezodstpw"/>
              <w:numPr>
                <w:ilvl w:val="0"/>
                <w:numId w:val="5"/>
              </w:numPr>
              <w:spacing w:before="120"/>
              <w:ind w:left="319" w:hanging="283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Kamzol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Wrembel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Partycypacja społeczna w praktyce- schemat postępowania na przykładzie Wrocławia i Międzyborza</w:t>
            </w:r>
            <w:r>
              <w:rPr>
                <w:rFonts w:ascii="Corbel" w:hAnsi="Corbel"/>
                <w:sz w:val="24"/>
                <w:szCs w:val="24"/>
              </w:rPr>
              <w:t>, „Rozwój regionalny i polityka regionalna, 49/2020.</w:t>
            </w:r>
            <w:r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</w:p>
          <w:p w14:paraId="6A291B7E" w14:textId="77777777" w:rsidR="00F205D6" w:rsidRDefault="00F205D6" w:rsidP="00F205D6">
            <w:pPr>
              <w:pStyle w:val="Bezodstpw"/>
              <w:numPr>
                <w:ilvl w:val="0"/>
                <w:numId w:val="5"/>
              </w:numPr>
              <w:spacing w:before="120"/>
              <w:ind w:left="319" w:hanging="283"/>
              <w:rPr>
                <w:rFonts w:ascii="Corbel" w:hAnsi="Corbel"/>
                <w:bCs/>
                <w:smallCaps/>
                <w:sz w:val="24"/>
                <w:szCs w:val="24"/>
              </w:rPr>
            </w:pPr>
            <w:r>
              <w:rPr>
                <w:rFonts w:ascii="Corbel" w:eastAsia="Corbel" w:hAnsi="Corbel" w:cs="Corbel"/>
                <w:bCs/>
                <w:sz w:val="24"/>
                <w:szCs w:val="24"/>
                <w:lang w:eastAsia="pl-PL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. Barczewska-Dziobek, </w:t>
            </w:r>
            <w:r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 xml:space="preserve">Wpływ koncepcji </w:t>
            </w:r>
            <w:proofErr w:type="spellStart"/>
            <w:r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>good</w:t>
            </w:r>
            <w:proofErr w:type="spellEnd"/>
            <w:r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>governance</w:t>
            </w:r>
            <w:proofErr w:type="spellEnd"/>
            <w:r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 xml:space="preserve"> na sposób działania administracji publicznej w Polsce-zarys problematyki</w:t>
            </w: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 RNP, 28/2018,</w:t>
            </w:r>
          </w:p>
          <w:p w14:paraId="46109B52" w14:textId="77777777" w:rsidR="00F205D6" w:rsidRDefault="00F205D6" w:rsidP="00F205D6">
            <w:pPr>
              <w:pStyle w:val="Bezodstpw"/>
              <w:numPr>
                <w:ilvl w:val="0"/>
                <w:numId w:val="5"/>
              </w:numPr>
              <w:spacing w:before="120" w:after="120"/>
              <w:ind w:left="318" w:hanging="284"/>
              <w:rPr>
                <w:rFonts w:ascii="Corbel" w:hAnsi="Corbel"/>
                <w:bCs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Agnieszka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Fulko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Kinga Kania-Królak, Magdalena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Plachimowicz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Kamil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Własnowolski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Proces legislacyjny: udział organizacji pozarządowych i partnerów społecznych</w:t>
            </w:r>
            <w:r>
              <w:rPr>
                <w:rFonts w:ascii="Corbel" w:hAnsi="Corbel"/>
                <w:sz w:val="24"/>
                <w:szCs w:val="24"/>
              </w:rPr>
              <w:t xml:space="preserve">, Rządowe Centrum Legislacji, Warszawa 2023 </w:t>
            </w:r>
          </w:p>
        </w:tc>
      </w:tr>
    </w:tbl>
    <w:p w14:paraId="1AA088C4" w14:textId="77777777" w:rsidR="00F205D6" w:rsidRDefault="00F205D6" w:rsidP="00F205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75E3" w14:textId="77777777" w:rsidR="00F205D6" w:rsidRDefault="00F205D6" w:rsidP="00F205D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8F53F7" w14:textId="77777777" w:rsidR="00F205D6" w:rsidRPr="009C54AE" w:rsidRDefault="00F205D6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F205D6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99238" w14:textId="77777777" w:rsidR="00C859DC" w:rsidRDefault="00C859DC" w:rsidP="00C16ABF">
      <w:pPr>
        <w:spacing w:after="0" w:line="240" w:lineRule="auto"/>
      </w:pPr>
      <w:r>
        <w:separator/>
      </w:r>
    </w:p>
  </w:endnote>
  <w:endnote w:type="continuationSeparator" w:id="0">
    <w:p w14:paraId="0B3BE4BC" w14:textId="77777777" w:rsidR="00C859DC" w:rsidRDefault="00C859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6694B" w14:textId="77777777" w:rsidR="00C859DC" w:rsidRDefault="00C859DC" w:rsidP="00C16ABF">
      <w:pPr>
        <w:spacing w:after="0" w:line="240" w:lineRule="auto"/>
      </w:pPr>
      <w:r>
        <w:separator/>
      </w:r>
    </w:p>
  </w:footnote>
  <w:footnote w:type="continuationSeparator" w:id="0">
    <w:p w14:paraId="2C11D4CE" w14:textId="77777777" w:rsidR="00C859DC" w:rsidRDefault="00C859DC" w:rsidP="00C16ABF">
      <w:pPr>
        <w:spacing w:after="0" w:line="240" w:lineRule="auto"/>
      </w:pPr>
      <w:r>
        <w:continuationSeparator/>
      </w:r>
    </w:p>
  </w:footnote>
  <w:footnote w:id="1">
    <w:p w14:paraId="7B6B09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046"/>
    <w:multiLevelType w:val="hybridMultilevel"/>
    <w:tmpl w:val="B4A0F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476DD9"/>
    <w:multiLevelType w:val="hybridMultilevel"/>
    <w:tmpl w:val="86DC3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54E4"/>
    <w:multiLevelType w:val="hybridMultilevel"/>
    <w:tmpl w:val="A8F07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7174A"/>
    <w:multiLevelType w:val="hybridMultilevel"/>
    <w:tmpl w:val="82B01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0062816">
    <w:abstractNumId w:val="1"/>
  </w:num>
  <w:num w:numId="2" w16cid:durableId="2088383763">
    <w:abstractNumId w:val="3"/>
  </w:num>
  <w:num w:numId="3" w16cid:durableId="341856673">
    <w:abstractNumId w:val="2"/>
  </w:num>
  <w:num w:numId="4" w16cid:durableId="11039633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3557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B99"/>
    <w:rsid w:val="00124BFF"/>
    <w:rsid w:val="0012560E"/>
    <w:rsid w:val="00127108"/>
    <w:rsid w:val="00134B13"/>
    <w:rsid w:val="001406A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366"/>
    <w:rsid w:val="001A70D2"/>
    <w:rsid w:val="001D5A9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3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FFD"/>
    <w:rsid w:val="0031250A"/>
    <w:rsid w:val="003151C5"/>
    <w:rsid w:val="00315914"/>
    <w:rsid w:val="003177CD"/>
    <w:rsid w:val="003332C4"/>
    <w:rsid w:val="003343CF"/>
    <w:rsid w:val="00340AEC"/>
    <w:rsid w:val="00346FE9"/>
    <w:rsid w:val="0034759A"/>
    <w:rsid w:val="003503F6"/>
    <w:rsid w:val="003530DD"/>
    <w:rsid w:val="00363F78"/>
    <w:rsid w:val="003A0A5B"/>
    <w:rsid w:val="003A1176"/>
    <w:rsid w:val="003B485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CD7"/>
    <w:rsid w:val="004968E2"/>
    <w:rsid w:val="004A3971"/>
    <w:rsid w:val="004A3EEA"/>
    <w:rsid w:val="004A4D1F"/>
    <w:rsid w:val="004B0E7D"/>
    <w:rsid w:val="004D5282"/>
    <w:rsid w:val="004F1551"/>
    <w:rsid w:val="004F4C86"/>
    <w:rsid w:val="004F4E53"/>
    <w:rsid w:val="004F55A3"/>
    <w:rsid w:val="0050496F"/>
    <w:rsid w:val="00513B6F"/>
    <w:rsid w:val="00517C63"/>
    <w:rsid w:val="005363C4"/>
    <w:rsid w:val="00536BDE"/>
    <w:rsid w:val="00543ACC"/>
    <w:rsid w:val="0056696D"/>
    <w:rsid w:val="005709F7"/>
    <w:rsid w:val="0059484D"/>
    <w:rsid w:val="005A0855"/>
    <w:rsid w:val="005A133C"/>
    <w:rsid w:val="005A3196"/>
    <w:rsid w:val="005C080F"/>
    <w:rsid w:val="005C55E5"/>
    <w:rsid w:val="005C696A"/>
    <w:rsid w:val="005D25CD"/>
    <w:rsid w:val="005E6E85"/>
    <w:rsid w:val="005F31D2"/>
    <w:rsid w:val="0061029B"/>
    <w:rsid w:val="00617230"/>
    <w:rsid w:val="00617332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58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E84"/>
    <w:rsid w:val="00787C2A"/>
    <w:rsid w:val="00790E27"/>
    <w:rsid w:val="007A4022"/>
    <w:rsid w:val="007A4276"/>
    <w:rsid w:val="007A6E6E"/>
    <w:rsid w:val="007C3299"/>
    <w:rsid w:val="007C3BCC"/>
    <w:rsid w:val="007C4546"/>
    <w:rsid w:val="007D6E56"/>
    <w:rsid w:val="007F4155"/>
    <w:rsid w:val="00804579"/>
    <w:rsid w:val="0081554D"/>
    <w:rsid w:val="0081707E"/>
    <w:rsid w:val="008449B3"/>
    <w:rsid w:val="008552A2"/>
    <w:rsid w:val="0085747A"/>
    <w:rsid w:val="0088227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F53"/>
    <w:rsid w:val="00954A07"/>
    <w:rsid w:val="00962D22"/>
    <w:rsid w:val="00993363"/>
    <w:rsid w:val="00997F14"/>
    <w:rsid w:val="009A78D9"/>
    <w:rsid w:val="009B041A"/>
    <w:rsid w:val="009B3F2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77A"/>
    <w:rsid w:val="00A155EE"/>
    <w:rsid w:val="00A2245B"/>
    <w:rsid w:val="00A30110"/>
    <w:rsid w:val="00A30F9B"/>
    <w:rsid w:val="00A36899"/>
    <w:rsid w:val="00A371F6"/>
    <w:rsid w:val="00A42A82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CD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8F9"/>
    <w:rsid w:val="00B8056E"/>
    <w:rsid w:val="00B819C8"/>
    <w:rsid w:val="00B82308"/>
    <w:rsid w:val="00B87877"/>
    <w:rsid w:val="00B90885"/>
    <w:rsid w:val="00BB520A"/>
    <w:rsid w:val="00BD3869"/>
    <w:rsid w:val="00BD66E9"/>
    <w:rsid w:val="00BD6FF4"/>
    <w:rsid w:val="00BE0A38"/>
    <w:rsid w:val="00BE27DB"/>
    <w:rsid w:val="00BF2C41"/>
    <w:rsid w:val="00C058B4"/>
    <w:rsid w:val="00C05F44"/>
    <w:rsid w:val="00C10D95"/>
    <w:rsid w:val="00C131B5"/>
    <w:rsid w:val="00C16ABF"/>
    <w:rsid w:val="00C170AE"/>
    <w:rsid w:val="00C26CB7"/>
    <w:rsid w:val="00C324C1"/>
    <w:rsid w:val="00C36992"/>
    <w:rsid w:val="00C44515"/>
    <w:rsid w:val="00C56036"/>
    <w:rsid w:val="00C61DC5"/>
    <w:rsid w:val="00C67E92"/>
    <w:rsid w:val="00C70A26"/>
    <w:rsid w:val="00C766DF"/>
    <w:rsid w:val="00C859DC"/>
    <w:rsid w:val="00C94B98"/>
    <w:rsid w:val="00CA2B96"/>
    <w:rsid w:val="00CA5089"/>
    <w:rsid w:val="00CA56E5"/>
    <w:rsid w:val="00CC4802"/>
    <w:rsid w:val="00CD6897"/>
    <w:rsid w:val="00CE5BAC"/>
    <w:rsid w:val="00CF25BE"/>
    <w:rsid w:val="00CF78ED"/>
    <w:rsid w:val="00D021E2"/>
    <w:rsid w:val="00D02B25"/>
    <w:rsid w:val="00D02EBA"/>
    <w:rsid w:val="00D17C3C"/>
    <w:rsid w:val="00D26B2C"/>
    <w:rsid w:val="00D352C9"/>
    <w:rsid w:val="00D35626"/>
    <w:rsid w:val="00D425B2"/>
    <w:rsid w:val="00D428D6"/>
    <w:rsid w:val="00D552B2"/>
    <w:rsid w:val="00D608D1"/>
    <w:rsid w:val="00D74119"/>
    <w:rsid w:val="00D75AA4"/>
    <w:rsid w:val="00D8075B"/>
    <w:rsid w:val="00D8678B"/>
    <w:rsid w:val="00DA1758"/>
    <w:rsid w:val="00DA2114"/>
    <w:rsid w:val="00DC7348"/>
    <w:rsid w:val="00DD3EC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72F"/>
    <w:rsid w:val="00EA4832"/>
    <w:rsid w:val="00EA4E9D"/>
    <w:rsid w:val="00EC4899"/>
    <w:rsid w:val="00ED03AB"/>
    <w:rsid w:val="00ED32D2"/>
    <w:rsid w:val="00EE14DA"/>
    <w:rsid w:val="00EE32DE"/>
    <w:rsid w:val="00EE5457"/>
    <w:rsid w:val="00EF6588"/>
    <w:rsid w:val="00F009ED"/>
    <w:rsid w:val="00F070AB"/>
    <w:rsid w:val="00F17567"/>
    <w:rsid w:val="00F205D6"/>
    <w:rsid w:val="00F27A7B"/>
    <w:rsid w:val="00F40C8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B56AC7"/>
    <w:rsid w:val="0EA3D1F3"/>
    <w:rsid w:val="14C1A335"/>
    <w:rsid w:val="30B86556"/>
    <w:rsid w:val="34D0A933"/>
    <w:rsid w:val="437633CA"/>
    <w:rsid w:val="49384BBE"/>
    <w:rsid w:val="4E03F9E7"/>
    <w:rsid w:val="4F6849D9"/>
    <w:rsid w:val="526C6154"/>
    <w:rsid w:val="64EA8117"/>
    <w:rsid w:val="65DAAC70"/>
    <w:rsid w:val="67F2A392"/>
    <w:rsid w:val="69FFEA7F"/>
    <w:rsid w:val="6AD4F244"/>
    <w:rsid w:val="707189E3"/>
    <w:rsid w:val="720D5A44"/>
    <w:rsid w:val="7414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F3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25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975a">
    <w:name w:val="f_975a"/>
    <w:basedOn w:val="Domylnaczcionkaakapitu"/>
    <w:rsid w:val="00A1077A"/>
  </w:style>
  <w:style w:type="character" w:customStyle="1" w:styleId="f975b">
    <w:name w:val="f_975b"/>
    <w:basedOn w:val="Domylnaczcionkaakapitu"/>
    <w:rsid w:val="00A1077A"/>
  </w:style>
  <w:style w:type="character" w:customStyle="1" w:styleId="f975c">
    <w:name w:val="f_975c"/>
    <w:basedOn w:val="Domylnaczcionkaakapitu"/>
    <w:rsid w:val="00A1077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125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4C494-75F5-43BF-9373-06FBACC3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1362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17</cp:revision>
  <cp:lastPrinted>2025-10-17T07:25:00Z</cp:lastPrinted>
  <dcterms:created xsi:type="dcterms:W3CDTF">2023-09-12T09:55:00Z</dcterms:created>
  <dcterms:modified xsi:type="dcterms:W3CDTF">2025-11-20T13:21:00Z</dcterms:modified>
</cp:coreProperties>
</file>